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0FBD612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B3303">
        <w:rPr>
          <w:rFonts w:ascii="Corbel" w:hAnsi="Corbel"/>
          <w:i/>
          <w:smallCaps/>
          <w:sz w:val="24"/>
          <w:szCs w:val="24"/>
        </w:rPr>
        <w:t>2019-2022</w:t>
      </w:r>
    </w:p>
    <w:p w14:paraId="7AAEDBAA" w14:textId="35B7B8D0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3B3303">
        <w:rPr>
          <w:rFonts w:ascii="Corbel" w:hAnsi="Corbel"/>
          <w:sz w:val="20"/>
          <w:szCs w:val="20"/>
        </w:rPr>
        <w:t>0</w:t>
      </w:r>
      <w:r w:rsidR="00A43F63">
        <w:rPr>
          <w:rFonts w:ascii="Corbel" w:hAnsi="Corbel"/>
          <w:sz w:val="20"/>
          <w:szCs w:val="20"/>
        </w:rPr>
        <w:t>/202</w:t>
      </w:r>
      <w:r w:rsidR="003B3303">
        <w:rPr>
          <w:rFonts w:ascii="Corbel" w:hAnsi="Corbel"/>
          <w:sz w:val="20"/>
          <w:szCs w:val="20"/>
        </w:rPr>
        <w:t>1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C-1.11a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8E46903" w:rsidR="00A43F63" w:rsidRPr="007C57E6" w:rsidRDefault="007C57E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57E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43F63" w:rsidRPr="009C54AE" w14:paraId="58954631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52E5134" w:rsidR="00015B8F" w:rsidRPr="009C54AE" w:rsidRDefault="007C57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555CF2B4" w:rsidR="00D02491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1F6C6D26" w:rsidR="00D42568" w:rsidRPr="009C54AE" w:rsidRDefault="007C57E6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EAEA6F6" w:rsidR="00D42568" w:rsidRPr="009C54AE" w:rsidRDefault="007C57E6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4F7A2" w14:textId="77777777" w:rsidR="007110B4" w:rsidRDefault="007110B4" w:rsidP="00C16ABF">
      <w:pPr>
        <w:spacing w:after="0" w:line="240" w:lineRule="auto"/>
      </w:pPr>
      <w:r>
        <w:separator/>
      </w:r>
    </w:p>
  </w:endnote>
  <w:endnote w:type="continuationSeparator" w:id="0">
    <w:p w14:paraId="0BE8C3DB" w14:textId="77777777" w:rsidR="007110B4" w:rsidRDefault="007110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58463" w14:textId="77777777" w:rsidR="007110B4" w:rsidRDefault="007110B4" w:rsidP="00C16ABF">
      <w:pPr>
        <w:spacing w:after="0" w:line="240" w:lineRule="auto"/>
      </w:pPr>
      <w:r>
        <w:separator/>
      </w:r>
    </w:p>
  </w:footnote>
  <w:footnote w:type="continuationSeparator" w:id="0">
    <w:p w14:paraId="488BBEFD" w14:textId="77777777" w:rsidR="007110B4" w:rsidRDefault="007110B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061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94139"/>
    <w:rsid w:val="003A0A5B"/>
    <w:rsid w:val="003A1176"/>
    <w:rsid w:val="003B3303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10B4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C57E6"/>
    <w:rsid w:val="007D6E56"/>
    <w:rsid w:val="007F4155"/>
    <w:rsid w:val="00801D3B"/>
    <w:rsid w:val="0081707E"/>
    <w:rsid w:val="0082608A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D5E87A-7DAB-42A9-B2B1-E0C43673FF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1B086B-B96B-43E7-8FCB-F01FEEA93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887</Words>
  <Characters>5327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17</cp:revision>
  <cp:lastPrinted>2017-02-15T21:41:00Z</cp:lastPrinted>
  <dcterms:created xsi:type="dcterms:W3CDTF">2020-12-04T19:29:00Z</dcterms:created>
  <dcterms:modified xsi:type="dcterms:W3CDTF">2020-12-11T05:54:00Z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